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AB" w:rsidRPr="00503966" w:rsidRDefault="00600CAB" w:rsidP="006F475B">
      <w:pPr>
        <w:rPr>
          <w:rFonts w:ascii="仿宋" w:eastAsia="仿宋" w:hAnsi="仿宋"/>
          <w:sz w:val="28"/>
          <w:szCs w:val="28"/>
        </w:rPr>
      </w:pPr>
      <w:r w:rsidRPr="00503966">
        <w:rPr>
          <w:rFonts w:ascii="仿宋" w:eastAsia="仿宋" w:hAnsi="仿宋" w:hint="eastAsia"/>
          <w:sz w:val="28"/>
          <w:szCs w:val="28"/>
        </w:rPr>
        <w:t>附件</w:t>
      </w:r>
      <w:r w:rsidRPr="00503966">
        <w:rPr>
          <w:rFonts w:ascii="仿宋" w:eastAsia="仿宋" w:hAnsi="仿宋"/>
          <w:sz w:val="28"/>
          <w:szCs w:val="28"/>
        </w:rPr>
        <w:t>3</w:t>
      </w:r>
    </w:p>
    <w:p w:rsidR="00600CAB" w:rsidRPr="00503966" w:rsidRDefault="00600CAB" w:rsidP="008F0AFE">
      <w:pPr>
        <w:jc w:val="center"/>
        <w:rPr>
          <w:rFonts w:ascii="仿宋" w:eastAsia="仿宋" w:hAnsi="仿宋" w:cs="Tahoma"/>
          <w:color w:val="000000"/>
          <w:kern w:val="0"/>
          <w:sz w:val="36"/>
          <w:szCs w:val="36"/>
        </w:rPr>
      </w:pPr>
      <w:r w:rsidRPr="00503966">
        <w:rPr>
          <w:rFonts w:ascii="仿宋" w:eastAsia="仿宋" w:hAnsi="仿宋" w:hint="eastAsia"/>
          <w:sz w:val="36"/>
          <w:szCs w:val="36"/>
        </w:rPr>
        <w:t>推送</w:t>
      </w:r>
      <w:r w:rsidRPr="00503966">
        <w:rPr>
          <w:rFonts w:ascii="仿宋" w:eastAsia="仿宋" w:hAnsi="仿宋" w:cs="Tahoma" w:hint="eastAsia"/>
          <w:color w:val="000000"/>
          <w:kern w:val="0"/>
          <w:sz w:val="36"/>
          <w:szCs w:val="36"/>
        </w:rPr>
        <w:t>名额分配表</w:t>
      </w:r>
    </w:p>
    <w:tbl>
      <w:tblPr>
        <w:tblW w:w="0" w:type="auto"/>
        <w:tblInd w:w="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3"/>
        <w:gridCol w:w="3346"/>
        <w:gridCol w:w="2700"/>
      </w:tblGrid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rFonts w:hint="eastAsia"/>
                <w:b/>
                <w:sz w:val="32"/>
                <w:szCs w:val="32"/>
              </w:rPr>
              <w:t>区域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rFonts w:hint="eastAsia"/>
                <w:b/>
                <w:sz w:val="32"/>
                <w:szCs w:val="32"/>
              </w:rPr>
              <w:t>篇数</w:t>
            </w:r>
          </w:p>
        </w:tc>
      </w:tr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吉阳区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</w:tr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天涯区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tabs>
                <w:tab w:val="center" w:pos="1158"/>
              </w:tabs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</w:tr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color w:val="000000"/>
                <w:sz w:val="32"/>
                <w:szCs w:val="32"/>
              </w:rPr>
            </w:pPr>
            <w:r w:rsidRPr="00685A33">
              <w:rPr>
                <w:rFonts w:hint="eastAsia"/>
                <w:color w:val="000000"/>
                <w:sz w:val="32"/>
                <w:szCs w:val="32"/>
              </w:rPr>
              <w:t>崖州区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3</w:t>
            </w:r>
          </w:p>
        </w:tc>
      </w:tr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海棠区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育才生态区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  <w:tr w:rsidR="00600CAB" w:rsidRPr="00B5179F" w:rsidTr="008F0AFE">
        <w:tc>
          <w:tcPr>
            <w:tcW w:w="793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6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总数</w:t>
            </w:r>
          </w:p>
        </w:tc>
        <w:tc>
          <w:tcPr>
            <w:tcW w:w="2700" w:type="dxa"/>
          </w:tcPr>
          <w:p w:rsidR="00600CAB" w:rsidRPr="00685A33" w:rsidRDefault="00600CA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15</w:t>
            </w:r>
          </w:p>
        </w:tc>
      </w:tr>
    </w:tbl>
    <w:p w:rsidR="00600CAB" w:rsidRDefault="00600CAB" w:rsidP="00524A55">
      <w:pPr>
        <w:jc w:val="center"/>
        <w:rPr>
          <w:rFonts w:ascii="????" w:eastAsia="Times New Roman" w:hAnsi="????" w:cs="????"/>
          <w:sz w:val="32"/>
          <w:szCs w:val="32"/>
        </w:rPr>
      </w:pPr>
    </w:p>
    <w:p w:rsidR="00600CAB" w:rsidRDefault="00600CAB" w:rsidP="00524A55">
      <w:pPr>
        <w:jc w:val="center"/>
        <w:rPr>
          <w:rFonts w:ascii="????" w:eastAsia="Times New Roman" w:hAnsi="????" w:cs="????"/>
          <w:sz w:val="32"/>
          <w:szCs w:val="32"/>
        </w:rPr>
      </w:pPr>
      <w:bookmarkStart w:id="0" w:name="_GoBack"/>
      <w:bookmarkEnd w:id="0"/>
    </w:p>
    <w:sectPr w:rsidR="00600CAB" w:rsidSect="0086015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AB" w:rsidRDefault="00600CAB" w:rsidP="006F475B">
      <w:r>
        <w:separator/>
      </w:r>
    </w:p>
  </w:endnote>
  <w:endnote w:type="continuationSeparator" w:id="0">
    <w:p w:rsidR="00600CAB" w:rsidRDefault="00600CAB" w:rsidP="006F4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????">
    <w:altName w:val="??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AB" w:rsidRDefault="00600CAB" w:rsidP="006F475B">
      <w:r>
        <w:separator/>
      </w:r>
    </w:p>
  </w:footnote>
  <w:footnote w:type="continuationSeparator" w:id="0">
    <w:p w:rsidR="00600CAB" w:rsidRDefault="00600CAB" w:rsidP="006F4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2IxZWJmMzE3MDUxMGY2OGUyZDNmZTY3YWU0NGEwMjIifQ=="/>
  </w:docVars>
  <w:rsids>
    <w:rsidRoot w:val="00C1595E"/>
    <w:rsid w:val="DD7FF9BD"/>
    <w:rsid w:val="F7DF7D8D"/>
    <w:rsid w:val="FF0FA74A"/>
    <w:rsid w:val="FFFB02D7"/>
    <w:rsid w:val="001527B7"/>
    <w:rsid w:val="001A75DA"/>
    <w:rsid w:val="00204E76"/>
    <w:rsid w:val="002C1E5A"/>
    <w:rsid w:val="002D35BA"/>
    <w:rsid w:val="00362684"/>
    <w:rsid w:val="003D217A"/>
    <w:rsid w:val="0042341E"/>
    <w:rsid w:val="0046080A"/>
    <w:rsid w:val="00503966"/>
    <w:rsid w:val="00524A55"/>
    <w:rsid w:val="005E5FB1"/>
    <w:rsid w:val="00600CAB"/>
    <w:rsid w:val="006332E0"/>
    <w:rsid w:val="006334F4"/>
    <w:rsid w:val="00685A33"/>
    <w:rsid w:val="006F475B"/>
    <w:rsid w:val="00770CD4"/>
    <w:rsid w:val="0086015B"/>
    <w:rsid w:val="008F0AFE"/>
    <w:rsid w:val="008F53D5"/>
    <w:rsid w:val="009E6D4F"/>
    <w:rsid w:val="00AC732C"/>
    <w:rsid w:val="00AF34D1"/>
    <w:rsid w:val="00B5179F"/>
    <w:rsid w:val="00BE7446"/>
    <w:rsid w:val="00C1595E"/>
    <w:rsid w:val="00D619B3"/>
    <w:rsid w:val="00E06AE2"/>
    <w:rsid w:val="00ED2234"/>
    <w:rsid w:val="00EE05FA"/>
    <w:rsid w:val="00EE0F1A"/>
    <w:rsid w:val="00EF24CA"/>
    <w:rsid w:val="1CD63CE6"/>
    <w:rsid w:val="220117B3"/>
    <w:rsid w:val="232F1757"/>
    <w:rsid w:val="245E373A"/>
    <w:rsid w:val="29385A89"/>
    <w:rsid w:val="490D710D"/>
    <w:rsid w:val="4A533B7F"/>
    <w:rsid w:val="4B8244EA"/>
    <w:rsid w:val="4F772225"/>
    <w:rsid w:val="566E223B"/>
    <w:rsid w:val="5FDD98C8"/>
    <w:rsid w:val="683C0F01"/>
    <w:rsid w:val="76767EA5"/>
    <w:rsid w:val="7FDF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6015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6015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F4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475B"/>
    <w:rPr>
      <w:rFonts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6F4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475B"/>
    <w:rPr>
      <w:rFonts w:cs="Times New Roman"/>
      <w:kern w:val="2"/>
      <w:sz w:val="18"/>
    </w:rPr>
  </w:style>
  <w:style w:type="paragraph" w:styleId="NormalWeb">
    <w:name w:val="Normal (Web)"/>
    <w:basedOn w:val="Normal"/>
    <w:uiPriority w:val="99"/>
    <w:rsid w:val="006F475B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11</Words>
  <Characters>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admin</dc:creator>
  <cp:keywords/>
  <dc:description/>
  <cp:lastModifiedBy>陈惠芹</cp:lastModifiedBy>
  <cp:revision>19</cp:revision>
  <dcterms:created xsi:type="dcterms:W3CDTF">2023-04-10T03:11:00Z</dcterms:created>
  <dcterms:modified xsi:type="dcterms:W3CDTF">2023-04-17T01:16:00Z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35A92DC8A8994904BBE3E06CE95CA300</vt:lpwstr>
  </property>
</Properties>
</file>