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hint="eastAsia" w:ascii="仿宋_GB2312" w:eastAsia="仿宋_GB2312"/>
          <w:b/>
          <w:color w:val="000000"/>
          <w:sz w:val="28"/>
          <w:szCs w:val="28"/>
        </w:rPr>
        <w:t>附件1</w:t>
      </w:r>
    </w:p>
    <w:p>
      <w:pPr>
        <w:spacing w:line="460" w:lineRule="exact"/>
        <w:rPr>
          <w:rFonts w:ascii="仿宋_GB2312" w:eastAsia="仿宋_GB2312"/>
          <w:color w:val="000000"/>
          <w:sz w:val="28"/>
          <w:szCs w:val="28"/>
        </w:rPr>
      </w:pPr>
    </w:p>
    <w:p>
      <w:pPr>
        <w:spacing w:beforeLines="25" w:line="300" w:lineRule="exact"/>
        <w:ind w:left="600" w:hanging="602" w:hangingChars="200"/>
        <w:jc w:val="center"/>
        <w:rPr>
          <w:rFonts w:ascii="方正小标宋简体" w:eastAsia="方正小标宋简体"/>
          <w:b/>
          <w:color w:val="000000"/>
          <w:sz w:val="30"/>
          <w:szCs w:val="30"/>
        </w:rPr>
      </w:pPr>
      <w:r>
        <w:rPr>
          <w:rFonts w:hint="eastAsia" w:ascii="方正小标宋简体" w:eastAsia="方正小标宋简体"/>
          <w:b/>
          <w:color w:val="000000"/>
          <w:sz w:val="30"/>
          <w:szCs w:val="30"/>
        </w:rPr>
        <w:t>20</w:t>
      </w:r>
      <w:r>
        <w:rPr>
          <w:rFonts w:hint="eastAsia" w:ascii="方正小标宋简体" w:eastAsia="方正小标宋简体"/>
          <w:b/>
          <w:color w:val="000000"/>
          <w:sz w:val="30"/>
          <w:szCs w:val="30"/>
          <w:lang w:val="en-US" w:eastAsia="zh-CN"/>
        </w:rPr>
        <w:t>22</w:t>
      </w:r>
      <w:r>
        <w:rPr>
          <w:rFonts w:hint="eastAsia" w:ascii="方正小标宋简体" w:eastAsia="方正小标宋简体"/>
          <w:b/>
          <w:color w:val="000000"/>
          <w:sz w:val="30"/>
          <w:szCs w:val="30"/>
        </w:rPr>
        <w:t>年海南省中学校长示范性提高培训项目学员名额分</w:t>
      </w:r>
      <w:bookmarkStart w:id="0" w:name="_GoBack"/>
      <w:bookmarkEnd w:id="0"/>
      <w:r>
        <w:rPr>
          <w:rFonts w:hint="eastAsia" w:ascii="方正小标宋简体" w:eastAsia="方正小标宋简体"/>
          <w:b/>
          <w:color w:val="000000"/>
          <w:sz w:val="30"/>
          <w:szCs w:val="30"/>
        </w:rPr>
        <w:t>配表</w:t>
      </w:r>
    </w:p>
    <w:p>
      <w:pPr>
        <w:spacing w:beforeLines="25" w:line="300" w:lineRule="exact"/>
        <w:ind w:left="560" w:hanging="560" w:hangingChars="200"/>
        <w:jc w:val="center"/>
        <w:rPr>
          <w:rFonts w:ascii="方正小标宋简体" w:eastAsia="方正小标宋简体"/>
          <w:color w:val="000000"/>
          <w:sz w:val="28"/>
          <w:szCs w:val="28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1"/>
        <w:gridCol w:w="1462"/>
        <w:gridCol w:w="1462"/>
        <w:gridCol w:w="14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25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市县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25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名额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25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市县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25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25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海口市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25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8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25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三亚市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25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25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文昌市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25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5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25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乐东县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25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25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儋州市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25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5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25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东方市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25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25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琼海市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25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4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25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昌江县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25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25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万宁市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25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4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25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琼中县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25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25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屯昌县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25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2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25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保亭县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25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25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定安县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25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2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25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陵水县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25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25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临高县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25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2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25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白沙县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25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25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澄迈县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25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2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25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五指山市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25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25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洋浦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25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1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25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合计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25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60</w:t>
            </w:r>
          </w:p>
        </w:tc>
      </w:tr>
    </w:tbl>
    <w:p/>
    <w:sectPr>
      <w:pgSz w:w="11907" w:h="16839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1" w:fontKey="{F4785365-DFAD-462B-B600-3AB3939AB5BE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2" w:fontKey="{6EB9009A-E029-4559-A08C-C59CC792D30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F3482F64-EE0A-448F-B3CC-216699EDE6B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5ZTMyZmNhOGU2ZDkxY2FlYmY2YmU4NWNkYWE0MTcifQ=="/>
  </w:docVars>
  <w:rsids>
    <w:rsidRoot w:val="00EA0510"/>
    <w:rsid w:val="00252CF2"/>
    <w:rsid w:val="002C4881"/>
    <w:rsid w:val="00370EFB"/>
    <w:rsid w:val="007273DE"/>
    <w:rsid w:val="00AA6017"/>
    <w:rsid w:val="00C0322C"/>
    <w:rsid w:val="00CA5574"/>
    <w:rsid w:val="00EA0510"/>
    <w:rsid w:val="4DF4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2521;&#35757;&#31185;\2019&#24180;\&#28023;&#21335;&#30465;&#20013;&#23398;&#26657;&#38271;&#31034;&#33539;&#24615;&#25552;&#39640;&#29677;\&#25991;&#20214;&#36890;&#30693;\&#38468;&#20214;1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附件1</Template>
  <Company>Lenovo</Company>
  <Pages>1</Pages>
  <Words>115</Words>
  <Characters>119</Characters>
  <Lines>1</Lines>
  <Paragraphs>1</Paragraphs>
  <TotalTime>1</TotalTime>
  <ScaleCrop>false</ScaleCrop>
  <LinksUpToDate>false</LinksUpToDate>
  <CharactersWithSpaces>119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2019-05-09T01:46:00Z</dcterms:created>
  <dc:creator>陈可汤</dc:creator>
  <cp:lastModifiedBy>公子初羨</cp:lastModifiedBy>
  <dcterms:modified xsi:type="dcterms:W3CDTF">2022-06-27T02:24:10Z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7468A5377E714AD9B1CB3734EF8A7E9A</vt:lpwstr>
  </property>
</Properties>
</file>